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F76" w:rsidRPr="0011176B" w:rsidRDefault="00273100">
      <w:r>
        <w:rPr>
          <w:noProof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64F8440A" wp14:editId="2357102C">
                <wp:simplePos x="0" y="0"/>
                <wp:positionH relativeFrom="page">
                  <wp:posOffset>3330575</wp:posOffset>
                </wp:positionH>
                <wp:positionV relativeFrom="page">
                  <wp:posOffset>4114800</wp:posOffset>
                </wp:positionV>
                <wp:extent cx="4193540" cy="4665345"/>
                <wp:effectExtent l="0" t="0" r="635" b="635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193540" cy="466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F7D1D" w:rsidRDefault="002F7D1D" w:rsidP="00DA22FF">
                            <w:pPr>
                              <w:pStyle w:val="listtext"/>
                            </w:pPr>
                            <w:r>
                              <w:t>8:00-8:45 Welcome</w:t>
                            </w:r>
                          </w:p>
                          <w:p w:rsidR="002F7D1D" w:rsidRDefault="002F7D1D" w:rsidP="002F7D1D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Community Building</w:t>
                            </w:r>
                          </w:p>
                          <w:p w:rsidR="00B44828" w:rsidRPr="00B5364C" w:rsidRDefault="002F7D1D" w:rsidP="002F7D1D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Identity Dive</w:t>
                            </w:r>
                          </w:p>
                          <w:p w:rsidR="00B44828" w:rsidRDefault="002F7D1D" w:rsidP="002F7D1D">
                            <w:pPr>
                              <w:pStyle w:val="listtext"/>
                            </w:pPr>
                            <w:r>
                              <w:t>8:45-9:45 Exploring Assessment Tools + Strategies</w:t>
                            </w:r>
                          </w:p>
                          <w:p w:rsidR="002F7D1D" w:rsidRDefault="002F7D1D" w:rsidP="002F7D1D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Unpacking WIDA</w:t>
                            </w:r>
                          </w:p>
                          <w:p w:rsidR="002F7D1D" w:rsidRPr="00B5364C" w:rsidRDefault="002F7D1D" w:rsidP="002F7D1D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Assessment,  Rubrics, and Progress Monitoring</w:t>
                            </w:r>
                          </w:p>
                          <w:p w:rsidR="00B44828" w:rsidRDefault="00273100" w:rsidP="00DA22FF">
                            <w:pPr>
                              <w:pStyle w:val="listtext"/>
                            </w:pPr>
                            <w:r>
                              <w:t>10:15-11:00</w:t>
                            </w:r>
                            <w:r w:rsidR="002F7D1D">
                              <w:t xml:space="preserve"> Academic Language Strategizing</w:t>
                            </w:r>
                          </w:p>
                          <w:p w:rsidR="00273100" w:rsidRDefault="00273100" w:rsidP="00273100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Sharing</w:t>
                            </w:r>
                          </w:p>
                          <w:p w:rsidR="00273100" w:rsidRDefault="00273100" w:rsidP="00273100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Say-Mean-Matter Activity</w:t>
                            </w:r>
                          </w:p>
                          <w:p w:rsidR="002F7D1D" w:rsidRPr="00B5364C" w:rsidRDefault="00273100" w:rsidP="00DA22FF">
                            <w:pPr>
                              <w:pStyle w:val="listtext"/>
                            </w:pPr>
                            <w:r>
                              <w:t>11:00-11:15</w:t>
                            </w:r>
                            <w:r w:rsidR="002F7D1D">
                              <w:t xml:space="preserve"> Video Responses</w:t>
                            </w:r>
                          </w:p>
                          <w:p w:rsidR="00B44828" w:rsidRPr="00B5364C" w:rsidRDefault="00273100" w:rsidP="00DA22FF">
                            <w:pPr>
                              <w:pStyle w:val="listtext"/>
                            </w:pPr>
                            <w:r>
                              <w:t>11:15-12:00</w:t>
                            </w:r>
                            <w:r w:rsidR="002F7D1D">
                              <w:t xml:space="preserve"> Potluck</w:t>
                            </w:r>
                          </w:p>
                          <w:p w:rsidR="00B44828" w:rsidRDefault="002F7D1D" w:rsidP="00DA22FF">
                            <w:pPr>
                              <w:pStyle w:val="listtext"/>
                            </w:pPr>
                            <w:r>
                              <w:t>12:30</w:t>
                            </w:r>
                            <w:r w:rsidR="00273100">
                              <w:t xml:space="preserve">-1:15 </w:t>
                            </w:r>
                            <w:r>
                              <w:t>Integrating with the Shared Classroom</w:t>
                            </w:r>
                          </w:p>
                          <w:p w:rsidR="00273100" w:rsidRDefault="00273100" w:rsidP="00273100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ELA Standards and Six Traits</w:t>
                            </w:r>
                          </w:p>
                          <w:p w:rsidR="0042224F" w:rsidRDefault="0042224F" w:rsidP="00273100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Matrix</w:t>
                            </w:r>
                            <w:bookmarkStart w:id="0" w:name="_GoBack"/>
                            <w:bookmarkEnd w:id="0"/>
                            <w:r>
                              <w:t xml:space="preserve"> of Grammatical Forms</w:t>
                            </w:r>
                          </w:p>
                          <w:p w:rsidR="00273100" w:rsidRPr="00B5364C" w:rsidRDefault="00273100" w:rsidP="00273100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Give One, Get One</w:t>
                            </w:r>
                          </w:p>
                          <w:p w:rsidR="00B44828" w:rsidRPr="00B5364C" w:rsidRDefault="00273100" w:rsidP="00DA22FF">
                            <w:pPr>
                              <w:pStyle w:val="listtext"/>
                            </w:pPr>
                            <w:r>
                              <w:t>1:15-2:00 Guided</w:t>
                            </w:r>
                            <w:r w:rsidR="002F7D1D">
                              <w:t xml:space="preserve"> Planning in Small Groups</w:t>
                            </w:r>
                          </w:p>
                          <w:p w:rsidR="00B44828" w:rsidRPr="007B4A9B" w:rsidRDefault="00273100" w:rsidP="002F7D1D">
                            <w:pPr>
                              <w:pStyle w:val="listtext"/>
                            </w:pPr>
                            <w:r>
                              <w:t>2:00-2:15 Closing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62.25pt;margin-top:324pt;width:330.2pt;height:367.3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2F7D1D" w:rsidRDefault="002F7D1D" w:rsidP="00DA22FF">
                      <w:pPr>
                        <w:pStyle w:val="listtext"/>
                      </w:pPr>
                      <w:r>
                        <w:t>8:00-8:45 Welcome</w:t>
                      </w:r>
                    </w:p>
                    <w:p w:rsidR="002F7D1D" w:rsidRDefault="002F7D1D" w:rsidP="002F7D1D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>
                        <w:t>Community Building</w:t>
                      </w:r>
                    </w:p>
                    <w:p w:rsidR="00B44828" w:rsidRPr="00B5364C" w:rsidRDefault="002F7D1D" w:rsidP="002F7D1D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>
                        <w:t>Identity Dive</w:t>
                      </w:r>
                    </w:p>
                    <w:p w:rsidR="00B44828" w:rsidRDefault="002F7D1D" w:rsidP="002F7D1D">
                      <w:pPr>
                        <w:pStyle w:val="listtext"/>
                      </w:pPr>
                      <w:r>
                        <w:t>8:45-9:45 Exploring Assessment Tools + Strategies</w:t>
                      </w:r>
                    </w:p>
                    <w:p w:rsidR="002F7D1D" w:rsidRDefault="002F7D1D" w:rsidP="002F7D1D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>
                        <w:t>Unpacking WIDA</w:t>
                      </w:r>
                    </w:p>
                    <w:p w:rsidR="002F7D1D" w:rsidRPr="00B5364C" w:rsidRDefault="002F7D1D" w:rsidP="002F7D1D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>
                        <w:t>Assessment,  Rubrics, and Progress Monitoring</w:t>
                      </w:r>
                    </w:p>
                    <w:p w:rsidR="00B44828" w:rsidRDefault="00273100" w:rsidP="00DA22FF">
                      <w:pPr>
                        <w:pStyle w:val="listtext"/>
                      </w:pPr>
                      <w:r>
                        <w:t>10:15-11:00</w:t>
                      </w:r>
                      <w:r w:rsidR="002F7D1D">
                        <w:t xml:space="preserve"> Academic Language Strategizing</w:t>
                      </w:r>
                    </w:p>
                    <w:p w:rsidR="00273100" w:rsidRDefault="00273100" w:rsidP="00273100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>
                        <w:t>Sharing</w:t>
                      </w:r>
                    </w:p>
                    <w:p w:rsidR="00273100" w:rsidRDefault="00273100" w:rsidP="00273100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>
                        <w:t>Say-Mean-Matter Activity</w:t>
                      </w:r>
                    </w:p>
                    <w:p w:rsidR="002F7D1D" w:rsidRPr="00B5364C" w:rsidRDefault="00273100" w:rsidP="00DA22FF">
                      <w:pPr>
                        <w:pStyle w:val="listtext"/>
                      </w:pPr>
                      <w:r>
                        <w:t>11:00-11:15</w:t>
                      </w:r>
                      <w:r w:rsidR="002F7D1D">
                        <w:t xml:space="preserve"> Video Responses</w:t>
                      </w:r>
                    </w:p>
                    <w:p w:rsidR="00B44828" w:rsidRPr="00B5364C" w:rsidRDefault="00273100" w:rsidP="00DA22FF">
                      <w:pPr>
                        <w:pStyle w:val="listtext"/>
                      </w:pPr>
                      <w:r>
                        <w:t>11:15-12:00</w:t>
                      </w:r>
                      <w:r w:rsidR="002F7D1D">
                        <w:t xml:space="preserve"> Potluck</w:t>
                      </w:r>
                    </w:p>
                    <w:p w:rsidR="00B44828" w:rsidRDefault="002F7D1D" w:rsidP="00DA22FF">
                      <w:pPr>
                        <w:pStyle w:val="listtext"/>
                      </w:pPr>
                      <w:r>
                        <w:t>12:30</w:t>
                      </w:r>
                      <w:r w:rsidR="00273100">
                        <w:t xml:space="preserve">-1:15 </w:t>
                      </w:r>
                      <w:r>
                        <w:t>Integrating with the Shared Classroom</w:t>
                      </w:r>
                    </w:p>
                    <w:p w:rsidR="00273100" w:rsidRDefault="00273100" w:rsidP="00273100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>
                        <w:t>ELA Standards and Six Traits</w:t>
                      </w:r>
                    </w:p>
                    <w:p w:rsidR="0042224F" w:rsidRDefault="0042224F" w:rsidP="00273100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>
                        <w:t>Matrix</w:t>
                      </w:r>
                      <w:bookmarkStart w:id="1" w:name="_GoBack"/>
                      <w:bookmarkEnd w:id="1"/>
                      <w:r>
                        <w:t xml:space="preserve"> of Grammatical Forms</w:t>
                      </w:r>
                    </w:p>
                    <w:p w:rsidR="00273100" w:rsidRPr="00B5364C" w:rsidRDefault="00273100" w:rsidP="00273100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>
                        <w:t>Give One, Get One</w:t>
                      </w:r>
                    </w:p>
                    <w:p w:rsidR="00B44828" w:rsidRPr="00B5364C" w:rsidRDefault="00273100" w:rsidP="00DA22FF">
                      <w:pPr>
                        <w:pStyle w:val="listtext"/>
                      </w:pPr>
                      <w:r>
                        <w:t>1:15-2:00 Guided</w:t>
                      </w:r>
                      <w:r w:rsidR="002F7D1D">
                        <w:t xml:space="preserve"> Planning in Small Groups</w:t>
                      </w:r>
                    </w:p>
                    <w:p w:rsidR="00B44828" w:rsidRPr="007B4A9B" w:rsidRDefault="00273100" w:rsidP="002F7D1D">
                      <w:pPr>
                        <w:pStyle w:val="listtext"/>
                      </w:pPr>
                      <w:r>
                        <w:t>2:00-2:15 Closing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3314700</wp:posOffset>
                </wp:positionV>
                <wp:extent cx="5653405" cy="338455"/>
                <wp:effectExtent l="4445" t="0" r="0" b="4445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653405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44828" w:rsidRPr="00DA22FF" w:rsidRDefault="0050156B" w:rsidP="009B1EB1">
                            <w:pPr>
                              <w:pStyle w:val="Heading2"/>
                            </w:pPr>
                            <w:r w:rsidRPr="009B1EB1">
                              <w:t>AGENDA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99.35pt;margin-top:261pt;width:445.15pt;height:26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" filled="f" stroked="f" strokeweight="0" insetpen="t">
                <o:lock v:ext="edit" shapetype="t"/>
                <v:textbox inset="2.85pt,2.85pt,2.85pt,2.85pt">
                  <w:txbxContent>
                    <w:p w:rsidR="00B44828" w:rsidRPr="00DA22FF" w:rsidRDefault="0050156B" w:rsidP="009B1EB1">
                      <w:pPr>
                        <w:pStyle w:val="Heading2"/>
                      </w:pPr>
                      <w:r w:rsidRPr="009B1EB1">
                        <w:t>AGENDA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3314700</wp:posOffset>
                </wp:positionV>
                <wp:extent cx="6057265" cy="285750"/>
                <wp:effectExtent l="0" t="0" r="635" b="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57265" cy="285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90pt;margin-top:261pt;width:476.95pt;height:22.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" fillcolor="navy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2176145</wp:posOffset>
                </wp:positionV>
                <wp:extent cx="5829300" cy="619125"/>
                <wp:effectExtent l="0" t="4445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8293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C4589" w:rsidRPr="007B4A9B" w:rsidRDefault="002F7D1D" w:rsidP="007B4A9B">
                            <w:pPr>
                              <w:pStyle w:val="Heading1"/>
                            </w:pPr>
                            <w:r>
                              <w:t>EL Team Workshop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90pt;margin-top:171.35pt;width:459pt;height:48.7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DC4589" w:rsidRPr="007B4A9B" w:rsidRDefault="002F7D1D" w:rsidP="007B4A9B">
                      <w:pPr>
                        <w:pStyle w:val="Heading1"/>
                      </w:pPr>
                      <w:r>
                        <w:t>EL Team Workshop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page">
                  <wp:posOffset>800100</wp:posOffset>
                </wp:positionH>
                <wp:positionV relativeFrom="page">
                  <wp:posOffset>1600200</wp:posOffset>
                </wp:positionV>
                <wp:extent cx="4229100" cy="1752600"/>
                <wp:effectExtent l="0" t="0" r="0" b="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29100" cy="1752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63pt;margin-top:126pt;width:333pt;height:138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457200</wp:posOffset>
                </wp:positionV>
                <wp:extent cx="2617470" cy="8997950"/>
                <wp:effectExtent l="0" t="0" r="1905" b="317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617470" cy="8997950"/>
                        </a:xfrm>
                        <a:prstGeom prst="rect">
                          <a:avLst/>
                        </a:prstGeom>
                        <a:solidFill>
                          <a:srgbClr val="99CC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5pt;margin-top:36pt;width:206.1pt;height:708.5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" fillcolor="#9c9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ect>
            </w:pict>
          </mc:Fallback>
        </mc:AlternateContent>
      </w:r>
      <w:r w:rsidR="00CB77B4" w:rsidRPr="0011176B">
        <w:t xml:space="preserve"> </w:t>
      </w:r>
    </w:p>
    <w:sectPr w:rsidR="003E6F76" w:rsidRPr="001117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bullet1"/>
      </v:shape>
    </w:pict>
  </w:numPicBullet>
  <w:numPicBullet w:numPicBulletId="1">
    <w:pict>
      <v:shape id="_x0000_i1036" type="#_x0000_t75" style="width:9pt;height:9pt" o:bullet="t">
        <v:imagedata r:id="rId2" o:title="bullet2"/>
      </v:shape>
    </w:pict>
  </w:numPicBullet>
  <w:numPicBullet w:numPicBulletId="2">
    <w:pict>
      <v:shape id="_x0000_i1037" type="#_x0000_t75" style="width:9pt;height:9pt" o:bullet="t">
        <v:imagedata r:id="rId3" o:title="bullet3"/>
      </v:shape>
    </w:pict>
  </w:numPicBullet>
  <w:abstractNum w:abstractNumId="0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D1D"/>
    <w:rsid w:val="0011176B"/>
    <w:rsid w:val="00273100"/>
    <w:rsid w:val="002F5063"/>
    <w:rsid w:val="002F7D1D"/>
    <w:rsid w:val="003E6F76"/>
    <w:rsid w:val="00407372"/>
    <w:rsid w:val="0042224F"/>
    <w:rsid w:val="004761D8"/>
    <w:rsid w:val="00490902"/>
    <w:rsid w:val="0050156B"/>
    <w:rsid w:val="00506068"/>
    <w:rsid w:val="005926DA"/>
    <w:rsid w:val="006903F6"/>
    <w:rsid w:val="00697273"/>
    <w:rsid w:val="007B4A9B"/>
    <w:rsid w:val="00862922"/>
    <w:rsid w:val="00875F91"/>
    <w:rsid w:val="00891B8C"/>
    <w:rsid w:val="008C7AF3"/>
    <w:rsid w:val="009B1EB1"/>
    <w:rsid w:val="00A07CFD"/>
    <w:rsid w:val="00B44828"/>
    <w:rsid w:val="00B5364C"/>
    <w:rsid w:val="00CB77B4"/>
    <w:rsid w:val="00CF3123"/>
    <w:rsid w:val="00D34F88"/>
    <w:rsid w:val="00D478A0"/>
    <w:rsid w:val="00DA22FF"/>
    <w:rsid w:val="00DC4589"/>
    <w:rsid w:val="00E57029"/>
    <w:rsid w:val="00F74B74"/>
    <w:rsid w:val="00FA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Heading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  <w:lang w:val="en"/>
    </w:rPr>
  </w:style>
  <w:style w:type="paragraph" w:styleId="Heading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Heading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Heading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  <w:lang w:val="en"/>
    </w:rPr>
  </w:style>
  <w:style w:type="paragraph" w:styleId="Heading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Heading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.kohan\AppData\Roaming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Agenda.dot</Template>
  <TotalTime>18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Kohan, Jen [MN]</dc:creator>
  <cp:lastModifiedBy>Kohan, Jen [MN]</cp:lastModifiedBy>
  <cp:revision>3</cp:revision>
  <cp:lastPrinted>2015-08-26T21:24:00Z</cp:lastPrinted>
  <dcterms:created xsi:type="dcterms:W3CDTF">2015-08-26T21:08:00Z</dcterms:created>
  <dcterms:modified xsi:type="dcterms:W3CDTF">2015-08-26T21:27:00Z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TC060874161033</vt:lpwstr>
  </property>
</Properties>
</file>